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B759A9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AB313C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65D4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26D"/>
    <w:rsid w:val="00660AD3"/>
    <w:rsid w:val="00670F66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154EE"/>
    <w:rsid w:val="008659F3"/>
    <w:rsid w:val="00886D4B"/>
    <w:rsid w:val="00894F24"/>
    <w:rsid w:val="00895406"/>
    <w:rsid w:val="008A3568"/>
    <w:rsid w:val="008D03B9"/>
    <w:rsid w:val="008D611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B313C"/>
    <w:rsid w:val="00AB460F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2024-01-25T09:37:00Z</dcterms:created>
  <dcterms:modified xsi:type="dcterms:W3CDTF">2025-11-03T09:17:00Z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